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8E" w:rsidRPr="00C2664B" w:rsidRDefault="00AC648E" w:rsidP="0095095E">
      <w:pPr>
        <w:pStyle w:val="NormalWeb"/>
        <w:spacing w:after="0" w:line="240" w:lineRule="auto"/>
      </w:pPr>
      <w:r w:rsidRPr="00C2664B">
        <w:t>1.Продемонстрировать двигательные умения и навыки в спортивных играх:</w:t>
      </w:r>
    </w:p>
    <w:p w:rsidR="00AC648E" w:rsidRPr="00C2664B" w:rsidRDefault="00AC648E" w:rsidP="0095095E">
      <w:pPr>
        <w:pStyle w:val="NormalWeb"/>
        <w:spacing w:after="0" w:line="240" w:lineRule="auto"/>
      </w:pPr>
      <w:r w:rsidRPr="00C2664B">
        <w:t>- баскетболе и футболе – ведение и передачи мяча, удары по мячу и броски мяча;</w:t>
      </w:r>
    </w:p>
    <w:p w:rsidR="00AC648E" w:rsidRPr="00C2664B" w:rsidRDefault="00AC648E" w:rsidP="0095095E">
      <w:pPr>
        <w:pStyle w:val="NormalWeb"/>
        <w:spacing w:after="0" w:line="240" w:lineRule="auto"/>
      </w:pPr>
      <w:r w:rsidRPr="00C2664B">
        <w:t>- н/теннисе, бадминтоне – «хват» ракетки, подачи мяча и волана, удары по мячу и волану;</w:t>
      </w:r>
    </w:p>
    <w:p w:rsidR="00AC648E" w:rsidRPr="00C2664B" w:rsidRDefault="00AC648E" w:rsidP="0095095E">
      <w:pPr>
        <w:pStyle w:val="NormalWeb"/>
        <w:spacing w:after="0" w:line="240" w:lineRule="auto"/>
      </w:pPr>
      <w:r w:rsidRPr="00C2664B">
        <w:t xml:space="preserve">- волейболе – подачи и передачи мяча, удары по мячу </w:t>
      </w:r>
    </w:p>
    <w:p w:rsidR="00AC648E" w:rsidRPr="00C2664B" w:rsidRDefault="00AC648E" w:rsidP="0095095E">
      <w:pPr>
        <w:pStyle w:val="NormalWeb"/>
        <w:spacing w:after="0" w:line="240" w:lineRule="auto"/>
      </w:pPr>
      <w:r w:rsidRPr="00C2664B">
        <w:t>2. Продемонстрировать технико-тактические действия в спортивных играх:</w:t>
      </w:r>
    </w:p>
    <w:p w:rsidR="00AC648E" w:rsidRPr="00C2664B" w:rsidRDefault="00AC648E" w:rsidP="0095095E">
      <w:pPr>
        <w:pStyle w:val="NormalWeb"/>
        <w:spacing w:after="0" w:line="240" w:lineRule="auto"/>
      </w:pPr>
      <w:r w:rsidRPr="00C2664B">
        <w:t>- баскетболе и футболе – «заслоны», командный и индивидуальный «прессинг», игра в защите, игра в нападении;</w:t>
      </w:r>
    </w:p>
    <w:p w:rsidR="00AC648E" w:rsidRPr="00C2664B" w:rsidRDefault="00AC648E" w:rsidP="0095095E">
      <w:pPr>
        <w:pStyle w:val="NormalWeb"/>
        <w:spacing w:after="0" w:line="240" w:lineRule="auto"/>
      </w:pPr>
      <w:r w:rsidRPr="00C2664B">
        <w:t>- н/теннисе, бадминтоне – индивидуальная игра в защите и нападении, игра в миксте;</w:t>
      </w:r>
    </w:p>
    <w:p w:rsidR="00AC648E" w:rsidRPr="00C2664B" w:rsidRDefault="00AC648E" w:rsidP="0095095E">
      <w:pPr>
        <w:pStyle w:val="NormalWeb"/>
        <w:spacing w:after="0" w:line="240" w:lineRule="auto"/>
      </w:pPr>
      <w:r w:rsidRPr="00C2664B">
        <w:t>- волейболе – постановка «блока», командная игра в защите и нападении</w:t>
      </w:r>
    </w:p>
    <w:p w:rsidR="00AC648E" w:rsidRPr="00C2664B" w:rsidRDefault="00AC648E" w:rsidP="0095095E">
      <w:pPr>
        <w:pStyle w:val="NormalWeb"/>
        <w:spacing w:after="240" w:line="240" w:lineRule="auto"/>
      </w:pPr>
    </w:p>
    <w:p w:rsidR="00AC648E" w:rsidRDefault="00AC648E">
      <w:bookmarkStart w:id="0" w:name="_GoBack"/>
      <w:bookmarkEnd w:id="0"/>
    </w:p>
    <w:sectPr w:rsidR="00AC648E" w:rsidSect="00FC7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6712"/>
    <w:rsid w:val="0095095E"/>
    <w:rsid w:val="00AC648E"/>
    <w:rsid w:val="00B73DA3"/>
    <w:rsid w:val="00BC6712"/>
    <w:rsid w:val="00C2664B"/>
    <w:rsid w:val="00D51309"/>
    <w:rsid w:val="00FC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B3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95095E"/>
    <w:pPr>
      <w:spacing w:before="100" w:beforeAutospacing="1" w:after="142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0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93</Words>
  <Characters>531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Кокин</dc:creator>
  <cp:keywords/>
  <dc:description/>
  <cp:lastModifiedBy>user</cp:lastModifiedBy>
  <cp:revision>4</cp:revision>
  <dcterms:created xsi:type="dcterms:W3CDTF">2021-05-02T06:17:00Z</dcterms:created>
  <dcterms:modified xsi:type="dcterms:W3CDTF">2021-10-21T14:34:00Z</dcterms:modified>
</cp:coreProperties>
</file>